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0C6F90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AC79CF" w:rsidRPr="00AC79CF">
        <w:rPr>
          <w:b/>
          <w:i w:val="0"/>
        </w:rPr>
        <w:t>2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AC79CF" w:rsidRPr="00AC79CF">
        <w:rPr>
          <w:rFonts w:ascii="Times New Roman" w:eastAsia="Times New Roman" w:hAnsi="Times New Roman"/>
          <w:b/>
          <w:sz w:val="24"/>
          <w:szCs w:val="20"/>
          <w:lang w:eastAsia="pl-PL"/>
        </w:rPr>
        <w:t>BP.271.17.2019.BS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AC79CF" w:rsidRPr="00AC79CF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AC79CF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C79CF">
        <w:rPr>
          <w:rFonts w:ascii="Times New Roman" w:eastAsia="Times New Roman" w:hAnsi="Times New Roman"/>
          <w:b/>
          <w:sz w:val="24"/>
          <w:szCs w:val="24"/>
          <w:lang w:eastAsia="pl-PL"/>
        </w:rPr>
        <w:t>Pielęgnacja, konserwacja i bieżące utrzymanie zieleni w Parku Śremskich Odlewników (cz. I) w Miejskim Parku im. Powstańców Wielkopolskich w Śremie (cz. II) w Miejskim Parku Ekologicznym im. W. Puchalskiego w Śremie (cz. III)  wzdłuż ciągu pieszo-rowerowego nad rzeką Wartą - Promenada oraz ul. Nadbrzeżna w Śremie (cz. IV)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lastRenderedPageBreak/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05D" w:rsidRDefault="00C5405D" w:rsidP="00025386">
      <w:pPr>
        <w:spacing w:after="0" w:line="240" w:lineRule="auto"/>
      </w:pPr>
      <w:r>
        <w:separator/>
      </w:r>
    </w:p>
  </w:endnote>
  <w:endnote w:type="continuationSeparator" w:id="0">
    <w:p w:rsidR="00C5405D" w:rsidRDefault="00C5405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9CF" w:rsidRDefault="00AC79C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0C6F90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948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94847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9CF" w:rsidRDefault="00AC79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05D" w:rsidRDefault="00C5405D" w:rsidP="00025386">
      <w:pPr>
        <w:spacing w:after="0" w:line="240" w:lineRule="auto"/>
      </w:pPr>
      <w:r>
        <w:separator/>
      </w:r>
    </w:p>
  </w:footnote>
  <w:footnote w:type="continuationSeparator" w:id="0">
    <w:p w:rsidR="00C5405D" w:rsidRDefault="00C5405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9CF" w:rsidRDefault="00AC79C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9CF" w:rsidRDefault="00AC79C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9CF" w:rsidRDefault="00AC79C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5D"/>
    <w:rsid w:val="00025386"/>
    <w:rsid w:val="000423B9"/>
    <w:rsid w:val="00084786"/>
    <w:rsid w:val="000C6F90"/>
    <w:rsid w:val="001C2314"/>
    <w:rsid w:val="004374F2"/>
    <w:rsid w:val="00460705"/>
    <w:rsid w:val="00485239"/>
    <w:rsid w:val="0055145C"/>
    <w:rsid w:val="005624D8"/>
    <w:rsid w:val="00657A47"/>
    <w:rsid w:val="00745A44"/>
    <w:rsid w:val="00794847"/>
    <w:rsid w:val="008B797E"/>
    <w:rsid w:val="008F2498"/>
    <w:rsid w:val="00A56A6F"/>
    <w:rsid w:val="00AC79CF"/>
    <w:rsid w:val="00B77707"/>
    <w:rsid w:val="00BE3BCE"/>
    <w:rsid w:val="00C5405D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2019-04-11T10:28:00Z</dcterms:created>
  <dcterms:modified xsi:type="dcterms:W3CDTF">2019-04-11T10:28:00Z</dcterms:modified>
</cp:coreProperties>
</file>